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4D6" w:rsidRDefault="00A36413" w:rsidP="00A36413">
      <w:pPr>
        <w:jc w:val="center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b/>
          <w:sz w:val="40"/>
          <w:szCs w:val="40"/>
          <w:u w:val="single"/>
        </w:rPr>
        <w:t>Ne</w:t>
      </w:r>
      <w:bookmarkStart w:id="0" w:name="_GoBack"/>
      <w:bookmarkEnd w:id="0"/>
      <w:r>
        <w:rPr>
          <w:rFonts w:ascii="Arial" w:hAnsi="Arial" w:cs="Arial"/>
          <w:b/>
          <w:sz w:val="40"/>
          <w:szCs w:val="40"/>
          <w:u w:val="single"/>
        </w:rPr>
        <w:t>wt</w:t>
      </w:r>
    </w:p>
    <w:p w:rsidR="00A36413" w:rsidRDefault="00A36413" w:rsidP="00A36413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The predators walk by as his spots warn them of his highly toxic skin</w:t>
      </w:r>
    </w:p>
    <w:p w:rsidR="00A36413" w:rsidRDefault="00A36413" w:rsidP="00A36413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He glares at you like an eagle sitting on a tree</w:t>
      </w:r>
    </w:p>
    <w:p w:rsidR="00A36413" w:rsidRDefault="00A36413" w:rsidP="00A36413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He’s as small as a cracker</w:t>
      </w:r>
    </w:p>
    <w:p w:rsidR="00781719" w:rsidRDefault="00781719" w:rsidP="00A36413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He’s as orange as an orange </w:t>
      </w:r>
    </w:p>
    <w:p w:rsidR="00781719" w:rsidRDefault="00781719" w:rsidP="00A36413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He scuttles along the green grass to get to his eggs</w:t>
      </w:r>
    </w:p>
    <w:p w:rsidR="00022B3B" w:rsidRDefault="00022B3B" w:rsidP="00A36413">
      <w:pPr>
        <w:jc w:val="center"/>
        <w:rPr>
          <w:rFonts w:ascii="Arial" w:hAnsi="Arial" w:cs="Arial"/>
          <w:sz w:val="32"/>
          <w:szCs w:val="32"/>
        </w:rPr>
      </w:pPr>
    </w:p>
    <w:p w:rsidR="00022B3B" w:rsidRDefault="00022B3B" w:rsidP="00A36413">
      <w:pPr>
        <w:jc w:val="center"/>
        <w:rPr>
          <w:rFonts w:ascii="Arial" w:hAnsi="Arial" w:cs="Arial"/>
          <w:sz w:val="32"/>
          <w:szCs w:val="32"/>
        </w:rPr>
      </w:pPr>
    </w:p>
    <w:p w:rsidR="00022B3B" w:rsidRDefault="00022B3B" w:rsidP="00A36413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By Claire </w:t>
      </w:r>
      <w:proofErr w:type="spellStart"/>
      <w:r>
        <w:rPr>
          <w:rFonts w:ascii="Arial" w:hAnsi="Arial" w:cs="Arial"/>
          <w:sz w:val="32"/>
          <w:szCs w:val="32"/>
        </w:rPr>
        <w:t>Hollingworth</w:t>
      </w:r>
      <w:proofErr w:type="spellEnd"/>
    </w:p>
    <w:p w:rsidR="00A36413" w:rsidRPr="00A36413" w:rsidRDefault="00781719" w:rsidP="00A36413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</w:t>
      </w:r>
      <w:r w:rsidR="00A36413">
        <w:rPr>
          <w:rFonts w:ascii="Arial" w:hAnsi="Arial" w:cs="Arial"/>
          <w:sz w:val="32"/>
          <w:szCs w:val="32"/>
        </w:rPr>
        <w:t xml:space="preserve">  </w:t>
      </w:r>
    </w:p>
    <w:sectPr w:rsidR="00A36413" w:rsidRPr="00A364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413"/>
    <w:rsid w:val="00022B3B"/>
    <w:rsid w:val="002B4A46"/>
    <w:rsid w:val="00781719"/>
    <w:rsid w:val="00A36413"/>
    <w:rsid w:val="00DC6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E33E3B10</Template>
  <TotalTime>123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2</cp:revision>
  <cp:lastPrinted>2011-04-14T23:44:00Z</cp:lastPrinted>
  <dcterms:created xsi:type="dcterms:W3CDTF">2011-04-14T21:41:00Z</dcterms:created>
  <dcterms:modified xsi:type="dcterms:W3CDTF">2011-04-14T23:44:00Z</dcterms:modified>
</cp:coreProperties>
</file>